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F8D45" w14:textId="432432D3" w:rsidR="00463F67" w:rsidRDefault="00551B7A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7E2A1197369746B8B7A2D3F4F9B114B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A511F" w:rsidRPr="00AA511F">
            <w:rPr>
              <w:kern w:val="32"/>
              <w:szCs w:val="24"/>
            </w:rPr>
            <w:t>Form A18 Risk register</w:t>
          </w:r>
        </w:sdtContent>
      </w:sdt>
    </w:p>
    <w:tbl>
      <w:tblPr>
        <w:tblStyle w:val="SD-MOStable"/>
        <w:tblW w:w="5000" w:type="pct"/>
        <w:tblLook w:val="0620" w:firstRow="1" w:lastRow="0" w:firstColumn="0" w:lastColumn="0" w:noHBand="1" w:noVBand="1"/>
      </w:tblPr>
      <w:tblGrid>
        <w:gridCol w:w="5128"/>
        <w:gridCol w:w="5130"/>
        <w:gridCol w:w="5130"/>
      </w:tblGrid>
      <w:tr w:rsidR="00AA511F" w:rsidRPr="00A96FED" w14:paraId="71FCE4EA" w14:textId="77777777" w:rsidTr="00AA5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"/>
          <w:tblHeader/>
        </w:trPr>
        <w:tc>
          <w:tcPr>
            <w:tcW w:w="1666" w:type="pct"/>
          </w:tcPr>
          <w:p w14:paraId="6F2451EF" w14:textId="77777777" w:rsidR="00AA511F" w:rsidRPr="000D5BEA" w:rsidRDefault="00AA511F" w:rsidP="00F3353D">
            <w:r w:rsidRPr="00A96FED">
              <w:t>Issue title</w:t>
            </w:r>
          </w:p>
        </w:tc>
        <w:tc>
          <w:tcPr>
            <w:tcW w:w="1667" w:type="pct"/>
          </w:tcPr>
          <w:p w14:paraId="5F6826F2" w14:textId="77777777" w:rsidR="00AA511F" w:rsidRPr="000D5BEA" w:rsidRDefault="00AA511F" w:rsidP="00F3353D">
            <w:r w:rsidRPr="00A96FED">
              <w:t>Details</w:t>
            </w:r>
          </w:p>
        </w:tc>
        <w:tc>
          <w:tcPr>
            <w:tcW w:w="1667" w:type="pct"/>
          </w:tcPr>
          <w:p w14:paraId="39AB0C1F" w14:textId="77777777" w:rsidR="00AA511F" w:rsidRPr="000D5BEA" w:rsidRDefault="00AA511F" w:rsidP="00F3353D">
            <w:r w:rsidRPr="00A96FED">
              <w:t>Strategy or control</w:t>
            </w:r>
          </w:p>
        </w:tc>
      </w:tr>
      <w:tr w:rsidR="00AA511F" w:rsidRPr="00A96FED" w14:paraId="1EBF4428" w14:textId="77777777" w:rsidTr="00AA511F">
        <w:trPr>
          <w:trHeight w:val="19"/>
        </w:trPr>
        <w:tc>
          <w:tcPr>
            <w:tcW w:w="1666" w:type="pct"/>
          </w:tcPr>
          <w:p w14:paraId="0DE6D52E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6B8CF60A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19C7BD8B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3B96D772" w14:textId="77777777" w:rsidTr="00AA511F">
        <w:trPr>
          <w:trHeight w:val="19"/>
        </w:trPr>
        <w:tc>
          <w:tcPr>
            <w:tcW w:w="1666" w:type="pct"/>
          </w:tcPr>
          <w:p w14:paraId="2AA67106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4E4AB963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23B6EC60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20117545" w14:textId="77777777" w:rsidTr="00AA511F">
        <w:trPr>
          <w:trHeight w:val="19"/>
        </w:trPr>
        <w:tc>
          <w:tcPr>
            <w:tcW w:w="1666" w:type="pct"/>
          </w:tcPr>
          <w:p w14:paraId="24D40F93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7666481A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4CE8F525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29580948" w14:textId="77777777" w:rsidTr="00AA511F">
        <w:trPr>
          <w:trHeight w:val="19"/>
        </w:trPr>
        <w:tc>
          <w:tcPr>
            <w:tcW w:w="1666" w:type="pct"/>
          </w:tcPr>
          <w:p w14:paraId="58CC8FF6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3ABBBD8A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4F63238F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16E45F46" w14:textId="77777777" w:rsidTr="00AA511F">
        <w:trPr>
          <w:trHeight w:val="19"/>
        </w:trPr>
        <w:tc>
          <w:tcPr>
            <w:tcW w:w="1666" w:type="pct"/>
          </w:tcPr>
          <w:p w14:paraId="3168CAF3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1C3EA42C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2A2CE1EF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0A641D2A" w14:textId="77777777" w:rsidTr="00AA511F">
        <w:trPr>
          <w:trHeight w:val="19"/>
        </w:trPr>
        <w:tc>
          <w:tcPr>
            <w:tcW w:w="1666" w:type="pct"/>
          </w:tcPr>
          <w:p w14:paraId="5227C4EA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5ABA1F98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315AFB36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029CDCFC" w14:textId="77777777" w:rsidTr="00AA511F">
        <w:trPr>
          <w:trHeight w:val="19"/>
        </w:trPr>
        <w:tc>
          <w:tcPr>
            <w:tcW w:w="1666" w:type="pct"/>
          </w:tcPr>
          <w:p w14:paraId="3DBF7FDE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7699368C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6ECE7CF6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3CDA2F67" w14:textId="77777777" w:rsidTr="00AA511F">
        <w:trPr>
          <w:trHeight w:val="19"/>
        </w:trPr>
        <w:tc>
          <w:tcPr>
            <w:tcW w:w="1666" w:type="pct"/>
          </w:tcPr>
          <w:p w14:paraId="56D66D83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7B341CBF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193FBA49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7A49F468" w14:textId="77777777" w:rsidTr="00AA511F">
        <w:trPr>
          <w:trHeight w:val="19"/>
        </w:trPr>
        <w:tc>
          <w:tcPr>
            <w:tcW w:w="1666" w:type="pct"/>
          </w:tcPr>
          <w:p w14:paraId="195954B1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1312CEB7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5390EFBC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741ACE5E" w14:textId="77777777" w:rsidTr="00AA511F">
        <w:trPr>
          <w:trHeight w:val="19"/>
        </w:trPr>
        <w:tc>
          <w:tcPr>
            <w:tcW w:w="1666" w:type="pct"/>
          </w:tcPr>
          <w:p w14:paraId="02323651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5B5A70B4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37A29AD6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5B45CA53" w14:textId="77777777" w:rsidTr="00AA511F">
        <w:trPr>
          <w:trHeight w:val="19"/>
        </w:trPr>
        <w:tc>
          <w:tcPr>
            <w:tcW w:w="1666" w:type="pct"/>
          </w:tcPr>
          <w:p w14:paraId="436BE90E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1DD89023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181E3E39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5B1D5E53" w14:textId="77777777" w:rsidTr="00AA511F">
        <w:trPr>
          <w:trHeight w:val="19"/>
        </w:trPr>
        <w:tc>
          <w:tcPr>
            <w:tcW w:w="1666" w:type="pct"/>
          </w:tcPr>
          <w:p w14:paraId="1F6FC625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1E1133D0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14FD7926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658B6967" w14:textId="77777777" w:rsidTr="00AA511F">
        <w:trPr>
          <w:trHeight w:val="19"/>
        </w:trPr>
        <w:tc>
          <w:tcPr>
            <w:tcW w:w="1666" w:type="pct"/>
          </w:tcPr>
          <w:p w14:paraId="10B886D9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1219ED81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07B929F6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3E4DC4CA" w14:textId="77777777" w:rsidTr="00AA511F">
        <w:trPr>
          <w:trHeight w:val="19"/>
        </w:trPr>
        <w:tc>
          <w:tcPr>
            <w:tcW w:w="1666" w:type="pct"/>
          </w:tcPr>
          <w:p w14:paraId="3057869C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28D3E19F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63834728" w14:textId="77777777" w:rsidR="00AA511F" w:rsidRPr="00A96FED" w:rsidRDefault="00AA511F" w:rsidP="00F3353D">
            <w:pPr>
              <w:pStyle w:val="Tabletext"/>
            </w:pPr>
          </w:p>
        </w:tc>
      </w:tr>
      <w:tr w:rsidR="00AA511F" w:rsidRPr="00A96FED" w14:paraId="4A091EFA" w14:textId="77777777" w:rsidTr="00AA511F">
        <w:trPr>
          <w:trHeight w:val="19"/>
        </w:trPr>
        <w:tc>
          <w:tcPr>
            <w:tcW w:w="1666" w:type="pct"/>
          </w:tcPr>
          <w:p w14:paraId="48834B81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6FF470B2" w14:textId="77777777" w:rsidR="00AA511F" w:rsidRPr="00A96FED" w:rsidRDefault="00AA511F" w:rsidP="00F3353D">
            <w:pPr>
              <w:pStyle w:val="Tabletext"/>
            </w:pPr>
          </w:p>
        </w:tc>
        <w:tc>
          <w:tcPr>
            <w:tcW w:w="1667" w:type="pct"/>
          </w:tcPr>
          <w:p w14:paraId="0F945EE5" w14:textId="77777777" w:rsidR="00AA511F" w:rsidRPr="00A96FED" w:rsidRDefault="00AA511F" w:rsidP="00F3353D">
            <w:pPr>
              <w:pStyle w:val="Tabletext"/>
            </w:pPr>
          </w:p>
        </w:tc>
      </w:tr>
    </w:tbl>
    <w:p w14:paraId="5F42DF01" w14:textId="77777777" w:rsidR="00AA511F" w:rsidRPr="00AA511F" w:rsidRDefault="00AA511F" w:rsidP="00AA511F"/>
    <w:sectPr w:rsidR="00AA511F" w:rsidRPr="00AA511F" w:rsidSect="00AA511F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DCCA3" w14:textId="77777777" w:rsidR="00AA511F" w:rsidRDefault="00AA511F" w:rsidP="008E21DE">
      <w:pPr>
        <w:spacing w:before="0" w:after="0"/>
      </w:pPr>
      <w:r>
        <w:separator/>
      </w:r>
    </w:p>
    <w:p w14:paraId="73D04A53" w14:textId="77777777" w:rsidR="00AA511F" w:rsidRDefault="00AA511F"/>
  </w:endnote>
  <w:endnote w:type="continuationSeparator" w:id="0">
    <w:p w14:paraId="244128F3" w14:textId="77777777" w:rsidR="00AA511F" w:rsidRDefault="00AA511F" w:rsidP="008E21DE">
      <w:pPr>
        <w:spacing w:before="0" w:after="0"/>
      </w:pPr>
      <w:r>
        <w:continuationSeparator/>
      </w:r>
    </w:p>
    <w:p w14:paraId="72CCB7F5" w14:textId="77777777" w:rsidR="00AA511F" w:rsidRDefault="00AA51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6F726" w14:textId="02B9C6DC" w:rsidR="00013309" w:rsidRPr="00500DA0" w:rsidRDefault="00551B7A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7E2A1197369746B8B7A2D3F4F9B114B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A511F">
          <w:rPr>
            <w:rFonts w:ascii="ArialMT" w:hAnsi="ArialMT" w:cs="ArialMT"/>
            <w:szCs w:val="16"/>
          </w:rPr>
          <w:t>Form A18 Risk register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3A05C" w14:textId="77777777" w:rsidR="00013309" w:rsidRDefault="00013309" w:rsidP="00013309">
    <w:pPr>
      <w:pStyle w:val="Footer"/>
    </w:pPr>
    <w:r>
      <w:t>Civil Aviation Safety Authority</w:t>
    </w:r>
  </w:p>
  <w:p w14:paraId="639BDC49" w14:textId="47FA25E6" w:rsidR="00013309" w:rsidRDefault="00551B7A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A511F">
          <w:rPr>
            <w:rFonts w:ascii="ArialMT" w:hAnsi="ArialMT" w:cs="ArialMT"/>
            <w:szCs w:val="16"/>
          </w:rPr>
          <w:t>Form A18 Risk register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AA511F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AA511F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6D5EC7E4" w14:textId="77777777" w:rsidR="00013309" w:rsidRPr="00A365CA" w:rsidRDefault="00551B7A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003593">
          <w:rPr>
            <w:color w:val="ED0000"/>
          </w:rPr>
          <w:t>Official</w:t>
        </w:r>
      </w:sdtContent>
    </w:sdt>
    <w:r w:rsidR="00463F67" w:rsidRPr="00003593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E8B1027" wp14:editId="27F78049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D013B5F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8B102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5D013B5F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8E3D" w14:textId="77777777" w:rsidR="00AA511F" w:rsidRPr="0022402E" w:rsidRDefault="00AA511F" w:rsidP="0022402E">
      <w:pPr>
        <w:spacing w:before="240"/>
        <w:rPr>
          <w:lang w:val="en-US"/>
        </w:rPr>
      </w:pPr>
      <w:r w:rsidRPr="00003593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3671CAA0" w14:textId="77777777" w:rsidR="00AA511F" w:rsidRDefault="00AA511F" w:rsidP="008E21DE">
      <w:pPr>
        <w:spacing w:before="0" w:after="0"/>
      </w:pPr>
      <w:r>
        <w:continuationSeparator/>
      </w:r>
    </w:p>
    <w:p w14:paraId="46773357" w14:textId="77777777" w:rsidR="00AA511F" w:rsidRDefault="00AA51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7B1EB" w14:textId="77777777" w:rsidR="00DD684D" w:rsidRDefault="00DD684D" w:rsidP="00DD684D">
    <w:pPr>
      <w:pStyle w:val="Header"/>
    </w:pPr>
    <w:r>
      <w:t>ORGANISATION NAME/DETAILS</w:t>
    </w:r>
  </w:p>
  <w:p w14:paraId="41314183" w14:textId="77777777" w:rsidR="00013309" w:rsidRPr="00DD684D" w:rsidRDefault="00551B7A" w:rsidP="00714926">
    <w:pPr>
      <w:pStyle w:val="Header"/>
      <w:spacing w:after="120"/>
    </w:pPr>
    <w:r>
      <w:pict w14:anchorId="1913FAD9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7BC75" w14:textId="77777777" w:rsidR="00463F67" w:rsidRPr="00003593" w:rsidRDefault="00551B7A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003593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11F"/>
    <w:rsid w:val="00003593"/>
    <w:rsid w:val="00013309"/>
    <w:rsid w:val="000249B9"/>
    <w:rsid w:val="000334E0"/>
    <w:rsid w:val="00037782"/>
    <w:rsid w:val="00061E14"/>
    <w:rsid w:val="00080615"/>
    <w:rsid w:val="0008334A"/>
    <w:rsid w:val="000B0011"/>
    <w:rsid w:val="000C252F"/>
    <w:rsid w:val="000C5798"/>
    <w:rsid w:val="000D1115"/>
    <w:rsid w:val="000D3374"/>
    <w:rsid w:val="000D6562"/>
    <w:rsid w:val="000D7C76"/>
    <w:rsid w:val="00111FE2"/>
    <w:rsid w:val="00114B8D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E76E5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51B7A"/>
    <w:rsid w:val="005611E7"/>
    <w:rsid w:val="00572028"/>
    <w:rsid w:val="005872EE"/>
    <w:rsid w:val="00593CFA"/>
    <w:rsid w:val="005A368C"/>
    <w:rsid w:val="005A7D1B"/>
    <w:rsid w:val="005C599A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E386E"/>
    <w:rsid w:val="00714926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25B16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A511F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9605A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24C601"/>
  <w15:chartTrackingRefBased/>
  <w15:docId w15:val="{B3281AB5-CCEF-4A87-B271-ABAAAA4E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AA511F"/>
    <w:rPr>
      <w:kern w:val="32"/>
    </w:rPr>
  </w:style>
  <w:style w:type="paragraph" w:customStyle="1" w:styleId="Tabletext">
    <w:name w:val="Table text"/>
    <w:basedOn w:val="Normal"/>
    <w:qFormat/>
    <w:rsid w:val="00AA511F"/>
    <w:pPr>
      <w:spacing w:before="0" w:after="0"/>
    </w:pPr>
    <w:rPr>
      <w:rFonts w:ascii="Arial" w:eastAsia="Times New Roman" w:hAnsi="Arial" w:cs="Arial"/>
      <w:color w:val="000000"/>
    </w:rPr>
  </w:style>
  <w:style w:type="table" w:customStyle="1" w:styleId="SD-MOStable">
    <w:name w:val="SD - MOS table"/>
    <w:basedOn w:val="TableNormal"/>
    <w:uiPriority w:val="99"/>
    <w:rsid w:val="00AA511F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2A1197369746B8B7A2D3F4F9B11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790AE-BA3D-44ED-AA54-B91C22CD9BEA}"/>
      </w:docPartPr>
      <w:docPartBody>
        <w:p w:rsidR="002D2075" w:rsidRDefault="002D2075">
          <w:pPr>
            <w:pStyle w:val="7E2A1197369746B8B7A2D3F4F9B114BF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075"/>
    <w:rsid w:val="002D2075"/>
    <w:rsid w:val="005A7D1B"/>
    <w:rsid w:val="00825B16"/>
    <w:rsid w:val="00D26448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E2A1197369746B8B7A2D3F4F9B114BF">
    <w:name w:val="7E2A1197369746B8B7A2D3F4F9B114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schemas.openxmlformats.org/package/2006/metadata/core-properties"/>
    <ds:schemaRef ds:uri="147bc000-5d24-4a58-bdb3-1d507d54dc98"/>
    <ds:schemaRef ds:uri="http://purl.org/dc/elements/1.1/"/>
    <ds:schemaRef ds:uri="http://www.w3.org/XML/1998/namespace"/>
    <ds:schemaRef ds:uri="09d1133f-994b-4ec9-8bcd-76b1f6ed9a8c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</TotalTime>
  <Pages>1</Pages>
  <Words>18</Words>
  <Characters>109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A18 Risk register</vt:lpstr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A18 Risk register</dc:title>
  <dc:subject/>
  <dc:creator>Bartholomew, Tina</dc:creator>
  <cp:keywords/>
  <dc:description/>
  <cp:lastModifiedBy>Bartholomew, Tina</cp:lastModifiedBy>
  <cp:revision>7</cp:revision>
  <dcterms:created xsi:type="dcterms:W3CDTF">2025-11-24T01:24:00Z</dcterms:created>
  <dcterms:modified xsi:type="dcterms:W3CDTF">2025-11-25T04:56:00Z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NOS-2025-0052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